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94" w:type="dxa"/>
        <w:jc w:val="center"/>
        <w:tblLook w:val="00A0"/>
      </w:tblPr>
      <w:tblGrid>
        <w:gridCol w:w="8824"/>
        <w:gridCol w:w="232"/>
        <w:gridCol w:w="232"/>
      </w:tblGrid>
      <w:tr w:rsidR="002D275A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/>
            </w:tblPr>
            <w:tblGrid>
              <w:gridCol w:w="10949"/>
            </w:tblGrid>
            <w:tr w:rsidR="002D275A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2D275A" w:rsidRPr="00770436" w:rsidRDefault="002D275A" w:rsidP="00E31120">
                  <w:pPr>
                    <w:rPr>
                      <w:rFonts w:ascii="Arial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6D7108">
                    <w:rPr>
                      <w:noProof/>
                      <w:lang w:val="pl-PL" w:eastAsia="pl-PL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4" o:spid="_x0000_i1025" type="#_x0000_t75" style="width:81.75pt;height:35.25pt;visibility:visible">
                        <v:imagedata r:id="rId7" o:title=""/>
                      </v:shape>
                    </w:pict>
                  </w:r>
                  <w:r>
                    <w:rPr>
                      <w:noProof/>
                    </w:rPr>
                    <w:t xml:space="preserve">          </w:t>
                  </w:r>
                  <w:r w:rsidRPr="006D7108">
                    <w:rPr>
                      <w:noProof/>
                      <w:lang w:val="pl-PL" w:eastAsia="pl-PL"/>
                    </w:rPr>
                    <w:pict>
                      <v:shape id="Obraz 3" o:spid="_x0000_i1026" type="#_x0000_t75" style="width:111pt;height:35.25pt;visibility:visible">
                        <v:imagedata r:id="rId8" o:title=""/>
                      </v:shape>
                    </w:pict>
                  </w:r>
                  <w:r>
                    <w:rPr>
                      <w:noProof/>
                    </w:rPr>
                    <w:t xml:space="preserve">         </w:t>
                  </w:r>
                  <w:r w:rsidRPr="006D7108">
                    <w:rPr>
                      <w:noProof/>
                      <w:lang w:val="pl-PL" w:eastAsia="pl-PL"/>
                    </w:rPr>
                    <w:pict>
                      <v:shape id="Obraz 2" o:spid="_x0000_i1027" type="#_x0000_t75" style="width:75pt;height:35.25pt;visibility:visible">
                        <v:imagedata r:id="rId9" o:title=""/>
                      </v:shape>
                    </w:pict>
                  </w:r>
                  <w:r>
                    <w:rPr>
                      <w:noProof/>
                    </w:rPr>
                    <w:t xml:space="preserve">             </w:t>
                  </w:r>
                  <w:r w:rsidRPr="006D7108">
                    <w:rPr>
                      <w:noProof/>
                      <w:lang w:val="pl-PL" w:eastAsia="pl-PL"/>
                    </w:rPr>
                    <w:pict>
                      <v:shape id="Obraz 1" o:spid="_x0000_i1028" type="#_x0000_t75" style="width:114.75pt;height:35.25pt;visibility:visible">
                        <v:imagedata r:id="rId10" o:title=""/>
                      </v:shape>
                    </w:pict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2D275A" w:rsidRPr="00F5091B" w:rsidRDefault="002D275A" w:rsidP="00E31120"/>
        </w:tc>
        <w:tc>
          <w:tcPr>
            <w:tcW w:w="2046" w:type="dxa"/>
          </w:tcPr>
          <w:p w:rsidR="002D275A" w:rsidRPr="00F5091B" w:rsidRDefault="002D275A" w:rsidP="00E31120">
            <w:pPr>
              <w:jc w:val="center"/>
            </w:pPr>
          </w:p>
        </w:tc>
        <w:tc>
          <w:tcPr>
            <w:tcW w:w="3776" w:type="dxa"/>
          </w:tcPr>
          <w:p w:rsidR="002D275A" w:rsidRPr="00F5091B" w:rsidRDefault="002D275A" w:rsidP="00E31120">
            <w:pPr>
              <w:jc w:val="right"/>
            </w:pPr>
          </w:p>
        </w:tc>
      </w:tr>
    </w:tbl>
    <w:p w:rsidR="002D275A" w:rsidRPr="004A2EB2" w:rsidRDefault="002D275A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>
        <w:rPr>
          <w:sz w:val="18"/>
          <w:szCs w:val="18"/>
        </w:rPr>
        <w:t>12</w:t>
      </w:r>
      <w:r w:rsidRPr="001C729A">
        <w:rPr>
          <w:sz w:val="18"/>
          <w:szCs w:val="18"/>
        </w:rPr>
        <w:t>.201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>
        <w:rPr>
          <w:sz w:val="18"/>
          <w:szCs w:val="18"/>
        </w:rPr>
        <w:t>JPA</w:t>
      </w:r>
    </w:p>
    <w:p w:rsidR="002D275A" w:rsidRPr="009615F6" w:rsidRDefault="002D275A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2D275A" w:rsidRPr="00EA7159" w:rsidRDefault="002D275A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5"/>
        <w:gridCol w:w="6084"/>
      </w:tblGrid>
      <w:tr w:rsidR="002D275A" w:rsidRPr="00EA7159" w:rsidTr="001A21B3">
        <w:trPr>
          <w:trHeight w:val="567"/>
        </w:trPr>
        <w:tc>
          <w:tcPr>
            <w:tcW w:w="3555" w:type="dxa"/>
            <w:vAlign w:val="center"/>
          </w:tcPr>
          <w:p w:rsidR="002D275A" w:rsidRPr="00EA7159" w:rsidRDefault="002D275A" w:rsidP="001A21B3">
            <w:pPr>
              <w:jc w:val="center"/>
              <w:rPr>
                <w:i/>
                <w:lang w:val="pl-PL"/>
              </w:rPr>
            </w:pPr>
          </w:p>
          <w:p w:rsidR="002D275A" w:rsidRPr="00EA7159" w:rsidRDefault="002D275A" w:rsidP="001A21B3">
            <w:pPr>
              <w:jc w:val="center"/>
              <w:rPr>
                <w:i/>
                <w:lang w:val="pl-PL"/>
              </w:rPr>
            </w:pPr>
          </w:p>
          <w:p w:rsidR="002D275A" w:rsidRPr="00EA7159" w:rsidRDefault="002D275A" w:rsidP="001A21B3">
            <w:pPr>
              <w:jc w:val="center"/>
              <w:rPr>
                <w:i/>
                <w:lang w:val="pl-PL"/>
              </w:rPr>
            </w:pPr>
          </w:p>
          <w:p w:rsidR="002D275A" w:rsidRPr="00EA7159" w:rsidRDefault="002D275A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2D275A" w:rsidRPr="00EA7159" w:rsidRDefault="002D275A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2D275A" w:rsidRPr="00EA7159" w:rsidRDefault="002D275A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2D275A" w:rsidRPr="00EA7159" w:rsidRDefault="002D275A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2D275A" w:rsidRPr="00EA7159" w:rsidRDefault="002D275A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2D275A" w:rsidRPr="00EA7159" w:rsidRDefault="002D275A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2D275A" w:rsidRPr="00EA7159" w:rsidRDefault="002D275A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2D275A" w:rsidRPr="00EA7159" w:rsidRDefault="002D275A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2D275A" w:rsidRPr="00EA7159" w:rsidRDefault="002D275A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2D275A" w:rsidRPr="00EA7159" w:rsidRDefault="002D275A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2D275A" w:rsidRPr="00EA7159" w:rsidRDefault="002D275A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2D275A" w:rsidRPr="00EA7159" w:rsidRDefault="002D275A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2D275A" w:rsidRPr="00EA7159" w:rsidRDefault="002D275A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2D275A" w:rsidRPr="00EA7159" w:rsidRDefault="002D275A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2D275A" w:rsidRPr="00EA7159" w:rsidRDefault="002D275A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2D275A" w:rsidRPr="00EA7159" w:rsidRDefault="002D275A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2D275A" w:rsidRDefault="002D275A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r w:rsidRPr="00A91FC9">
        <w:rPr>
          <w:b/>
          <w:bCs/>
          <w:sz w:val="22"/>
          <w:szCs w:val="22"/>
          <w:lang w:val="pl-PL" w:eastAsia="ar-SA"/>
        </w:rPr>
        <w:t>„Modernizacja Placu 3 Maja”</w:t>
      </w:r>
      <w:bookmarkStart w:id="0" w:name="_GoBack"/>
      <w:bookmarkEnd w:id="0"/>
      <w:r w:rsidRPr="00A91FC9">
        <w:rPr>
          <w:b/>
          <w:bCs/>
          <w:sz w:val="22"/>
          <w:szCs w:val="22"/>
          <w:lang w:val="pl-PL" w:eastAsia="ar-SA"/>
        </w:rPr>
        <w:t xml:space="preserve"> – etap III,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2D275A" w:rsidRPr="000B4038" w:rsidRDefault="002D275A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2D275A" w:rsidRPr="00EA7159" w:rsidRDefault="002D275A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2D275A" w:rsidRPr="00EA7159" w:rsidRDefault="002D275A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2D275A" w:rsidRPr="00EA7159" w:rsidRDefault="002D275A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2D275A" w:rsidRPr="00EA7159" w:rsidRDefault="002D275A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2D275A" w:rsidRPr="00EA7159" w:rsidRDefault="002D275A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2D275A" w:rsidRPr="00EA7159" w:rsidRDefault="002D275A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2D275A" w:rsidRPr="00EA7159" w:rsidRDefault="002D275A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2D275A" w:rsidRPr="00EA7159" w:rsidRDefault="002D275A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2D275A" w:rsidRDefault="002D275A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2D275A" w:rsidRPr="00EA7159" w:rsidRDefault="002D275A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2D275A" w:rsidRPr="00EA7159" w:rsidRDefault="002D275A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2D275A" w:rsidRPr="00EA7159" w:rsidRDefault="002D275A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2D275A" w:rsidRPr="00EA7159" w:rsidRDefault="002D275A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2D275A" w:rsidRPr="00EA7159" w:rsidRDefault="002D275A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2D275A" w:rsidRDefault="002D275A" w:rsidP="001B6DF9">
      <w:pPr>
        <w:rPr>
          <w:sz w:val="22"/>
          <w:szCs w:val="22"/>
          <w:lang w:val="pl-PL"/>
        </w:rPr>
      </w:pPr>
    </w:p>
    <w:p w:rsidR="002D275A" w:rsidRPr="00601906" w:rsidRDefault="002D275A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2D275A" w:rsidRDefault="002D275A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2D275A" w:rsidRPr="000B4038" w:rsidRDefault="002D275A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2D275A" w:rsidRPr="000B4038" w:rsidSect="00C93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75A" w:rsidRDefault="002D275A" w:rsidP="009615F6">
      <w:r>
        <w:separator/>
      </w:r>
    </w:p>
  </w:endnote>
  <w:endnote w:type="continuationSeparator" w:id="0">
    <w:p w:rsidR="002D275A" w:rsidRDefault="002D275A" w:rsidP="00961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75A" w:rsidRDefault="002D275A" w:rsidP="009615F6">
      <w:r>
        <w:separator/>
      </w:r>
    </w:p>
  </w:footnote>
  <w:footnote w:type="continuationSeparator" w:id="0">
    <w:p w:rsidR="002D275A" w:rsidRDefault="002D275A" w:rsidP="00961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26F"/>
    <w:rsid w:val="00053A31"/>
    <w:rsid w:val="00097BF3"/>
    <w:rsid w:val="000B4038"/>
    <w:rsid w:val="001714D0"/>
    <w:rsid w:val="001A21B3"/>
    <w:rsid w:val="001B6DF9"/>
    <w:rsid w:val="001C0B7A"/>
    <w:rsid w:val="001C729A"/>
    <w:rsid w:val="001F7AF8"/>
    <w:rsid w:val="002835E3"/>
    <w:rsid w:val="002A6662"/>
    <w:rsid w:val="002C36C9"/>
    <w:rsid w:val="002D275A"/>
    <w:rsid w:val="002D72E3"/>
    <w:rsid w:val="00341472"/>
    <w:rsid w:val="003A0799"/>
    <w:rsid w:val="003A390A"/>
    <w:rsid w:val="00435187"/>
    <w:rsid w:val="00486619"/>
    <w:rsid w:val="00496E8E"/>
    <w:rsid w:val="004A2EB2"/>
    <w:rsid w:val="005A0539"/>
    <w:rsid w:val="005C17A3"/>
    <w:rsid w:val="005E0873"/>
    <w:rsid w:val="00601906"/>
    <w:rsid w:val="00625FC4"/>
    <w:rsid w:val="006D7108"/>
    <w:rsid w:val="007211A4"/>
    <w:rsid w:val="00770436"/>
    <w:rsid w:val="0082426F"/>
    <w:rsid w:val="00847E72"/>
    <w:rsid w:val="00860835"/>
    <w:rsid w:val="008629F2"/>
    <w:rsid w:val="008836CF"/>
    <w:rsid w:val="00894BAD"/>
    <w:rsid w:val="008E0A5C"/>
    <w:rsid w:val="009615F6"/>
    <w:rsid w:val="00A91FC9"/>
    <w:rsid w:val="00AA608D"/>
    <w:rsid w:val="00AC6E54"/>
    <w:rsid w:val="00B44366"/>
    <w:rsid w:val="00B869BE"/>
    <w:rsid w:val="00BD092A"/>
    <w:rsid w:val="00BE31CC"/>
    <w:rsid w:val="00C93AB3"/>
    <w:rsid w:val="00CD5701"/>
    <w:rsid w:val="00CE2BC1"/>
    <w:rsid w:val="00DB04CE"/>
    <w:rsid w:val="00DD173B"/>
    <w:rsid w:val="00E31120"/>
    <w:rsid w:val="00E92A49"/>
    <w:rsid w:val="00EA7159"/>
    <w:rsid w:val="00F12C5B"/>
    <w:rsid w:val="00F4164F"/>
    <w:rsid w:val="00F5091B"/>
    <w:rsid w:val="00F63B65"/>
    <w:rsid w:val="00F87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3A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1</Pages>
  <Words>286</Words>
  <Characters>1718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ksobczyk</cp:lastModifiedBy>
  <cp:revision>40</cp:revision>
  <cp:lastPrinted>2019-02-14T08:07:00Z</cp:lastPrinted>
  <dcterms:created xsi:type="dcterms:W3CDTF">2016-08-08T13:18:00Z</dcterms:created>
  <dcterms:modified xsi:type="dcterms:W3CDTF">2019-05-14T07:23:00Z</dcterms:modified>
</cp:coreProperties>
</file>